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C43" w:rsidRPr="00BC770B" w:rsidRDefault="00837C43" w:rsidP="00BC770B">
      <w:pPr>
        <w:jc w:val="center"/>
        <w:rPr>
          <w:b/>
        </w:rPr>
      </w:pPr>
      <w:r>
        <w:rPr>
          <w:b/>
        </w:rPr>
        <w:t xml:space="preserve">Physical and Chemical </w:t>
      </w:r>
      <w:r w:rsidRPr="00BC770B">
        <w:rPr>
          <w:b/>
        </w:rPr>
        <w:t>Properties of Matter</w:t>
      </w:r>
      <w:r>
        <w:rPr>
          <w:b/>
        </w:rPr>
        <w:t xml:space="preserve"> (V2)</w:t>
      </w:r>
    </w:p>
    <w:p w:rsidR="00837C43" w:rsidRDefault="00837C43">
      <w:r>
        <w:t>Read Pearson p 148 - 152</w:t>
      </w:r>
    </w:p>
    <w:p w:rsidR="00837C43" w:rsidRDefault="00837C43"/>
    <w:p w:rsidR="00837C43" w:rsidRDefault="00837C43">
      <w:pPr>
        <w:ind w:left="360" w:hanging="360"/>
      </w:pPr>
      <w:r>
        <w:t>1.</w:t>
      </w:r>
      <w:r>
        <w:tab/>
        <w:t>Complete the following table.</w:t>
      </w:r>
    </w:p>
    <w:p w:rsidR="00837C43" w:rsidRDefault="00837C43">
      <w:pPr>
        <w:ind w:left="360" w:hanging="360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88"/>
        <w:gridCol w:w="3960"/>
        <w:gridCol w:w="3300"/>
      </w:tblGrid>
      <w:tr w:rsidR="00837C43" w:rsidTr="008E5CC5">
        <w:trPr>
          <w:trHeight w:val="576"/>
        </w:trPr>
        <w:tc>
          <w:tcPr>
            <w:tcW w:w="2088" w:type="dxa"/>
          </w:tcPr>
          <w:p w:rsidR="00837C43" w:rsidRDefault="00837C43">
            <w:r>
              <w:t>Physical Property</w:t>
            </w:r>
          </w:p>
        </w:tc>
        <w:tc>
          <w:tcPr>
            <w:tcW w:w="3960" w:type="dxa"/>
          </w:tcPr>
          <w:p w:rsidR="00837C43" w:rsidRDefault="00837C43">
            <w:r>
              <w:t>Definition</w:t>
            </w:r>
          </w:p>
        </w:tc>
        <w:tc>
          <w:tcPr>
            <w:tcW w:w="3300" w:type="dxa"/>
          </w:tcPr>
          <w:p w:rsidR="00837C43" w:rsidRDefault="00837C43">
            <w:r>
              <w:t>Describe a penny using this physical property</w:t>
            </w:r>
          </w:p>
        </w:tc>
      </w:tr>
      <w:tr w:rsidR="00837C43" w:rsidTr="008E5CC5">
        <w:trPr>
          <w:trHeight w:val="576"/>
        </w:trPr>
        <w:tc>
          <w:tcPr>
            <w:tcW w:w="2088" w:type="dxa"/>
          </w:tcPr>
          <w:p w:rsidR="00837C43" w:rsidRDefault="00837C43">
            <w:r>
              <w:t>Ductility</w:t>
            </w:r>
          </w:p>
          <w:p w:rsidR="00837C43" w:rsidRDefault="00837C43"/>
          <w:p w:rsidR="00837C43" w:rsidRDefault="00837C43"/>
        </w:tc>
        <w:tc>
          <w:tcPr>
            <w:tcW w:w="3960" w:type="dxa"/>
          </w:tcPr>
          <w:p w:rsidR="00837C43" w:rsidRDefault="00837C43"/>
        </w:tc>
        <w:tc>
          <w:tcPr>
            <w:tcW w:w="3300" w:type="dxa"/>
          </w:tcPr>
          <w:p w:rsidR="00837C43" w:rsidRDefault="00837C43"/>
        </w:tc>
      </w:tr>
      <w:tr w:rsidR="00837C43" w:rsidTr="008E5CC5">
        <w:trPr>
          <w:trHeight w:val="576"/>
        </w:trPr>
        <w:tc>
          <w:tcPr>
            <w:tcW w:w="2088" w:type="dxa"/>
          </w:tcPr>
          <w:p w:rsidR="00837C43" w:rsidRDefault="00837C43">
            <w:r>
              <w:t>Density</w:t>
            </w:r>
          </w:p>
          <w:p w:rsidR="00837C43" w:rsidRDefault="00837C43" w:rsidP="008E5CC5">
            <w:pPr>
              <w:jc w:val="center"/>
            </w:pPr>
          </w:p>
          <w:p w:rsidR="00837C43" w:rsidRPr="008E5CC5" w:rsidRDefault="00837C43" w:rsidP="008E5CC5">
            <w:pPr>
              <w:jc w:val="center"/>
            </w:pPr>
          </w:p>
        </w:tc>
        <w:tc>
          <w:tcPr>
            <w:tcW w:w="3960" w:type="dxa"/>
          </w:tcPr>
          <w:p w:rsidR="00837C43" w:rsidRDefault="00837C43"/>
        </w:tc>
        <w:tc>
          <w:tcPr>
            <w:tcW w:w="3300" w:type="dxa"/>
          </w:tcPr>
          <w:p w:rsidR="00837C43" w:rsidRDefault="00837C43"/>
        </w:tc>
      </w:tr>
      <w:tr w:rsidR="00837C43" w:rsidTr="008E5CC5">
        <w:trPr>
          <w:trHeight w:val="576"/>
        </w:trPr>
        <w:tc>
          <w:tcPr>
            <w:tcW w:w="2088" w:type="dxa"/>
          </w:tcPr>
          <w:p w:rsidR="00837C43" w:rsidRDefault="00837C43">
            <w:r>
              <w:t>Conductivity</w:t>
            </w:r>
          </w:p>
          <w:p w:rsidR="00837C43" w:rsidRDefault="00837C43"/>
          <w:p w:rsidR="00837C43" w:rsidRDefault="00837C43"/>
        </w:tc>
        <w:tc>
          <w:tcPr>
            <w:tcW w:w="3960" w:type="dxa"/>
          </w:tcPr>
          <w:p w:rsidR="00837C43" w:rsidRDefault="00837C43"/>
        </w:tc>
        <w:tc>
          <w:tcPr>
            <w:tcW w:w="3300" w:type="dxa"/>
          </w:tcPr>
          <w:p w:rsidR="00837C43" w:rsidRDefault="00837C43"/>
        </w:tc>
      </w:tr>
      <w:tr w:rsidR="00837C43" w:rsidTr="008E5CC5">
        <w:trPr>
          <w:trHeight w:val="576"/>
        </w:trPr>
        <w:tc>
          <w:tcPr>
            <w:tcW w:w="2088" w:type="dxa"/>
          </w:tcPr>
          <w:p w:rsidR="00837C43" w:rsidRDefault="00837C43">
            <w:r>
              <w:t>Luster</w:t>
            </w:r>
          </w:p>
          <w:p w:rsidR="00837C43" w:rsidRDefault="00837C43"/>
          <w:p w:rsidR="00837C43" w:rsidRDefault="00837C43"/>
        </w:tc>
        <w:tc>
          <w:tcPr>
            <w:tcW w:w="3960" w:type="dxa"/>
          </w:tcPr>
          <w:p w:rsidR="00837C43" w:rsidRDefault="00837C43"/>
        </w:tc>
        <w:tc>
          <w:tcPr>
            <w:tcW w:w="3300" w:type="dxa"/>
          </w:tcPr>
          <w:p w:rsidR="00837C43" w:rsidRDefault="00837C43"/>
        </w:tc>
      </w:tr>
    </w:tbl>
    <w:p w:rsidR="00837C43" w:rsidRDefault="00837C43">
      <w:pPr>
        <w:ind w:left="360" w:hanging="360"/>
      </w:pPr>
    </w:p>
    <w:p w:rsidR="00837C43" w:rsidRDefault="00837C43">
      <w:pPr>
        <w:ind w:left="360" w:hanging="360"/>
      </w:pPr>
      <w:r>
        <w:t>2.</w:t>
      </w:r>
      <w:r>
        <w:tab/>
        <w:t>Explain the difference between a chemical property and a chemical change.</w:t>
      </w:r>
      <w:r>
        <w:br/>
      </w:r>
      <w:r>
        <w:br/>
      </w:r>
    </w:p>
    <w:p w:rsidR="00837C43" w:rsidRDefault="00837C43">
      <w:pPr>
        <w:ind w:left="360" w:hanging="360"/>
      </w:pPr>
    </w:p>
    <w:p w:rsidR="00837C43" w:rsidRDefault="00837C43">
      <w:pPr>
        <w:ind w:left="360" w:hanging="360"/>
      </w:pPr>
    </w:p>
    <w:p w:rsidR="00837C43" w:rsidRDefault="00837C43">
      <w:pPr>
        <w:ind w:left="360" w:hanging="360"/>
      </w:pPr>
      <w:r>
        <w:t>3.</w:t>
      </w:r>
      <w:r>
        <w:tab/>
        <w:t>What must occur for a chemical property to be observed?  Give an example.</w:t>
      </w:r>
    </w:p>
    <w:p w:rsidR="00837C43" w:rsidRDefault="00837C43">
      <w:pPr>
        <w:ind w:left="360" w:hanging="360"/>
      </w:pPr>
    </w:p>
    <w:p w:rsidR="00837C43" w:rsidRDefault="00837C43">
      <w:pPr>
        <w:ind w:left="360" w:hanging="360"/>
      </w:pPr>
    </w:p>
    <w:p w:rsidR="00837C43" w:rsidRDefault="00837C43">
      <w:pPr>
        <w:ind w:left="360" w:hanging="360"/>
      </w:pPr>
    </w:p>
    <w:p w:rsidR="00837C43" w:rsidRDefault="00837C43">
      <w:pPr>
        <w:ind w:left="360" w:hanging="360"/>
      </w:pPr>
    </w:p>
    <w:p w:rsidR="00837C43" w:rsidRDefault="00837C43">
      <w:pPr>
        <w:ind w:left="360" w:hanging="360"/>
      </w:pPr>
      <w:r>
        <w:t>4.a)</w:t>
      </w:r>
      <w:r>
        <w:tab/>
        <w:t xml:space="preserve">Define combustibility.  </w:t>
      </w:r>
    </w:p>
    <w:p w:rsidR="00837C43" w:rsidRDefault="00837C43">
      <w:pPr>
        <w:ind w:left="360" w:hanging="360"/>
      </w:pPr>
    </w:p>
    <w:p w:rsidR="00837C43" w:rsidRDefault="00837C43">
      <w:pPr>
        <w:ind w:left="360" w:hanging="360"/>
      </w:pPr>
    </w:p>
    <w:p w:rsidR="00837C43" w:rsidRDefault="00837C43">
      <w:pPr>
        <w:ind w:left="360" w:hanging="360"/>
      </w:pPr>
      <w:r>
        <w:t>b)</w:t>
      </w:r>
      <w:r>
        <w:tab/>
      </w:r>
      <w:r>
        <w:tab/>
        <w:t>What 3 items are required for combustion to occur?  Hint: did you read p 148?</w:t>
      </w:r>
    </w:p>
    <w:p w:rsidR="00837C43" w:rsidRDefault="00837C43"/>
    <w:p w:rsidR="00837C43" w:rsidRDefault="00837C43"/>
    <w:p w:rsidR="00837C43" w:rsidRDefault="00837C43"/>
    <w:p w:rsidR="00837C43" w:rsidRDefault="00837C43"/>
    <w:p w:rsidR="00837C43" w:rsidRDefault="00837C43" w:rsidP="00BC770B">
      <w:pPr>
        <w:ind w:left="360" w:hanging="360"/>
      </w:pPr>
      <w:r>
        <w:t>5.</w:t>
      </w:r>
      <w:r>
        <w:tab/>
      </w:r>
      <w:r>
        <w:tab/>
        <w:t>Give examples of when you have seen each of the following chemical properties.</w:t>
      </w:r>
    </w:p>
    <w:p w:rsidR="00837C43" w:rsidRDefault="00837C43" w:rsidP="00BC770B">
      <w:pPr>
        <w:ind w:left="360" w:hanging="360"/>
      </w:pPr>
    </w:p>
    <w:p w:rsidR="00837C43" w:rsidRDefault="00837C43" w:rsidP="00BC770B">
      <w:pPr>
        <w:ind w:left="360" w:hanging="360"/>
      </w:pPr>
      <w:r>
        <w:t>a)</w:t>
      </w:r>
      <w:r>
        <w:tab/>
        <w:t>heat absorbed by a reaction</w:t>
      </w:r>
    </w:p>
    <w:p w:rsidR="00837C43" w:rsidRDefault="00837C43" w:rsidP="00BC770B">
      <w:pPr>
        <w:ind w:left="360" w:hanging="360"/>
      </w:pPr>
    </w:p>
    <w:p w:rsidR="00837C43" w:rsidRDefault="00837C43" w:rsidP="00BC770B">
      <w:pPr>
        <w:ind w:left="360" w:hanging="360"/>
      </w:pPr>
    </w:p>
    <w:p w:rsidR="00837C43" w:rsidRDefault="00837C43" w:rsidP="00BC770B">
      <w:pPr>
        <w:ind w:left="360" w:hanging="360"/>
      </w:pPr>
      <w:r>
        <w:t>b)</w:t>
      </w:r>
      <w:r>
        <w:tab/>
        <w:t>reaction with acid</w:t>
      </w:r>
    </w:p>
    <w:p w:rsidR="00837C43" w:rsidRDefault="00837C43" w:rsidP="00BC770B">
      <w:pPr>
        <w:ind w:left="360" w:hanging="360"/>
      </w:pPr>
    </w:p>
    <w:p w:rsidR="00837C43" w:rsidRDefault="00837C43" w:rsidP="00BC770B">
      <w:pPr>
        <w:ind w:left="360" w:hanging="360"/>
      </w:pPr>
    </w:p>
    <w:p w:rsidR="00837C43" w:rsidRDefault="00837C43" w:rsidP="00BC770B">
      <w:pPr>
        <w:ind w:left="360" w:hanging="360"/>
      </w:pPr>
      <w:r>
        <w:t>c)</w:t>
      </w:r>
      <w:r>
        <w:tab/>
        <w:t>reacts with water</w:t>
      </w:r>
    </w:p>
    <w:p w:rsidR="00837C43" w:rsidRDefault="00837C43" w:rsidP="002F5411">
      <w:pPr>
        <w:jc w:val="right"/>
      </w:pPr>
    </w:p>
    <w:p w:rsidR="00837C43" w:rsidRPr="002F5411" w:rsidRDefault="00837C43" w:rsidP="002F5411">
      <w:pPr>
        <w:pStyle w:val="Heading1"/>
        <w:rPr>
          <w:rFonts w:ascii="Souvenir Lt BT" w:hAnsi="Souvenir Lt BT"/>
          <w:sz w:val="28"/>
          <w:szCs w:val="28"/>
        </w:rPr>
      </w:pPr>
      <w:r w:rsidRPr="002F5411">
        <w:rPr>
          <w:rFonts w:ascii="Souvenir Lt BT" w:hAnsi="Souvenir Lt BT"/>
          <w:sz w:val="28"/>
          <w:szCs w:val="28"/>
        </w:rPr>
        <w:t>Activity 1 - Classifying Elements Suitcase</w:t>
      </w:r>
    </w:p>
    <w:p w:rsidR="00837C43" w:rsidRDefault="00837C43" w:rsidP="002F5411"/>
    <w:p w:rsidR="00837C43" w:rsidRDefault="00837C43" w:rsidP="002F5411">
      <w:pPr>
        <w:pStyle w:val="BodyText"/>
      </w:pPr>
      <w:r>
        <w:t xml:space="preserve">Fill in the chart below by analyzing </w:t>
      </w:r>
      <w:r w:rsidRPr="002B1496">
        <w:rPr>
          <w:b/>
        </w:rPr>
        <w:t>at least 8 of the 22 elements</w:t>
      </w:r>
      <w:r>
        <w:t xml:space="preserve"> that are in the vials. For each element, you are to </w:t>
      </w:r>
    </w:p>
    <w:p w:rsidR="00837C43" w:rsidRDefault="00837C43" w:rsidP="002F5411">
      <w:pPr>
        <w:pStyle w:val="BodyText"/>
      </w:pPr>
      <w:r>
        <w:t>(1) Fill in the colour you see.</w:t>
      </w:r>
    </w:p>
    <w:p w:rsidR="00837C43" w:rsidRDefault="00837C43" w:rsidP="002F5411">
      <w:pPr>
        <w:pStyle w:val="BodyText"/>
      </w:pPr>
      <w:r>
        <w:t>(2) Look to see if the element is lustrous or not.</w:t>
      </w:r>
    </w:p>
    <w:p w:rsidR="00837C43" w:rsidRDefault="00837C43" w:rsidP="002F5411">
      <w:pPr>
        <w:pStyle w:val="BodyText"/>
      </w:pPr>
      <w:r>
        <w:t>(3) See if each element is magnetic by allowing it to touch the magnet and looking for attraction.</w:t>
      </w:r>
    </w:p>
    <w:p w:rsidR="00837C43" w:rsidRDefault="00837C43" w:rsidP="002F5411">
      <w:pPr>
        <w:pStyle w:val="BodyText"/>
      </w:pPr>
      <w:r>
        <w:t>(4) Find the chemical symbol from the periodic table.</w:t>
      </w:r>
    </w:p>
    <w:p w:rsidR="00837C43" w:rsidRDefault="00837C43" w:rsidP="002F5411">
      <w:pPr>
        <w:pStyle w:val="BodyText"/>
        <w:ind w:left="284" w:hanging="284"/>
      </w:pPr>
      <w:r>
        <w:t>(5) The last part of the chart asks you to determine whether the element is a metal or a non-metal using a periodic table.</w:t>
      </w:r>
    </w:p>
    <w:p w:rsidR="00837C43" w:rsidRDefault="00837C43" w:rsidP="002F541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96"/>
        <w:gridCol w:w="1596"/>
        <w:gridCol w:w="1596"/>
        <w:gridCol w:w="1596"/>
        <w:gridCol w:w="1596"/>
        <w:gridCol w:w="1596"/>
      </w:tblGrid>
      <w:tr w:rsidR="00837C43" w:rsidTr="00A904D7">
        <w:tc>
          <w:tcPr>
            <w:tcW w:w="1596" w:type="dxa"/>
          </w:tcPr>
          <w:p w:rsidR="00837C43" w:rsidRPr="00925E61" w:rsidRDefault="00837C43" w:rsidP="00A904D7">
            <w:pPr>
              <w:pStyle w:val="Heading2"/>
              <w:rPr>
                <w:rFonts w:ascii="Tempus Sans ITC" w:hAnsi="Tempus Sans ITC"/>
              </w:rPr>
            </w:pPr>
            <w:r w:rsidRPr="00925E61">
              <w:rPr>
                <w:rFonts w:ascii="Tempus Sans ITC" w:hAnsi="Tempus Sans ITC"/>
              </w:rPr>
              <w:t>Element</w:t>
            </w:r>
          </w:p>
        </w:tc>
        <w:tc>
          <w:tcPr>
            <w:tcW w:w="1596" w:type="dxa"/>
          </w:tcPr>
          <w:p w:rsidR="00837C43" w:rsidRDefault="00837C43" w:rsidP="00A904D7">
            <w:pPr>
              <w:jc w:val="center"/>
              <w:rPr>
                <w:rFonts w:ascii="Tempus Sans ITC" w:hAnsi="Tempus Sans ITC"/>
                <w:b/>
                <w:bCs/>
              </w:rPr>
            </w:pPr>
            <w:r>
              <w:rPr>
                <w:rFonts w:ascii="Tempus Sans ITC" w:hAnsi="Tempus Sans ITC"/>
                <w:b/>
                <w:bCs/>
              </w:rPr>
              <w:t>Colour</w:t>
            </w:r>
          </w:p>
        </w:tc>
        <w:tc>
          <w:tcPr>
            <w:tcW w:w="1596" w:type="dxa"/>
          </w:tcPr>
          <w:p w:rsidR="00837C43" w:rsidRDefault="00837C43" w:rsidP="00A904D7">
            <w:pPr>
              <w:jc w:val="center"/>
              <w:rPr>
                <w:rFonts w:ascii="Tempus Sans ITC" w:hAnsi="Tempus Sans ITC"/>
                <w:b/>
                <w:bCs/>
              </w:rPr>
            </w:pPr>
            <w:r>
              <w:rPr>
                <w:rFonts w:ascii="Tempus Sans ITC" w:hAnsi="Tempus Sans ITC"/>
                <w:b/>
                <w:bCs/>
              </w:rPr>
              <w:t>Lustre (Yes/No)</w:t>
            </w:r>
          </w:p>
        </w:tc>
        <w:tc>
          <w:tcPr>
            <w:tcW w:w="1596" w:type="dxa"/>
          </w:tcPr>
          <w:p w:rsidR="00837C43" w:rsidRDefault="00837C43" w:rsidP="00A904D7">
            <w:pPr>
              <w:jc w:val="center"/>
              <w:rPr>
                <w:rFonts w:ascii="Tempus Sans ITC" w:hAnsi="Tempus Sans ITC"/>
                <w:b/>
                <w:bCs/>
              </w:rPr>
            </w:pPr>
            <w:r>
              <w:rPr>
                <w:rFonts w:ascii="Tempus Sans ITC" w:hAnsi="Tempus Sans ITC"/>
                <w:b/>
                <w:bCs/>
              </w:rPr>
              <w:t>Magnetic? (Yes/No)</w:t>
            </w:r>
          </w:p>
        </w:tc>
        <w:tc>
          <w:tcPr>
            <w:tcW w:w="1596" w:type="dxa"/>
          </w:tcPr>
          <w:p w:rsidR="00837C43" w:rsidRDefault="00837C43" w:rsidP="00A904D7">
            <w:pPr>
              <w:jc w:val="center"/>
              <w:rPr>
                <w:rFonts w:ascii="Tempus Sans ITC" w:hAnsi="Tempus Sans ITC"/>
                <w:b/>
                <w:bCs/>
              </w:rPr>
            </w:pPr>
            <w:r>
              <w:rPr>
                <w:rFonts w:ascii="Tempus Sans ITC" w:hAnsi="Tempus Sans ITC"/>
                <w:b/>
                <w:bCs/>
              </w:rPr>
              <w:t>Symbol</w:t>
            </w:r>
          </w:p>
        </w:tc>
        <w:tc>
          <w:tcPr>
            <w:tcW w:w="1596" w:type="dxa"/>
          </w:tcPr>
          <w:p w:rsidR="00837C43" w:rsidRDefault="00837C43" w:rsidP="00A904D7">
            <w:pPr>
              <w:jc w:val="center"/>
              <w:rPr>
                <w:rFonts w:ascii="Tempus Sans ITC" w:hAnsi="Tempus Sans ITC"/>
                <w:b/>
                <w:bCs/>
              </w:rPr>
            </w:pPr>
            <w:r>
              <w:rPr>
                <w:rFonts w:ascii="Tempus Sans ITC" w:hAnsi="Tempus Sans ITC"/>
                <w:b/>
                <w:bCs/>
              </w:rPr>
              <w:t>Metal or Non-Metal?</w:t>
            </w:r>
          </w:p>
        </w:tc>
      </w:tr>
      <w:tr w:rsidR="00837C43" w:rsidTr="00A904D7">
        <w:tc>
          <w:tcPr>
            <w:tcW w:w="1596" w:type="dxa"/>
          </w:tcPr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  <w:r>
              <w:rPr>
                <w:rFonts w:ascii="Tempus Sans ITC" w:hAnsi="Tempus Sans ITC"/>
              </w:rPr>
              <w:t>Magnesium</w:t>
            </w:r>
          </w:p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</w:p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</w:p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</w:tr>
      <w:tr w:rsidR="00837C43" w:rsidTr="00A904D7">
        <w:tc>
          <w:tcPr>
            <w:tcW w:w="1596" w:type="dxa"/>
          </w:tcPr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  <w:r>
              <w:rPr>
                <w:rFonts w:ascii="Tempus Sans ITC" w:hAnsi="Tempus Sans ITC"/>
              </w:rPr>
              <w:t>Lead</w:t>
            </w:r>
          </w:p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</w:p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</w:p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</w:tr>
      <w:tr w:rsidR="00837C43" w:rsidTr="00A904D7">
        <w:tc>
          <w:tcPr>
            <w:tcW w:w="1596" w:type="dxa"/>
          </w:tcPr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  <w:r>
              <w:rPr>
                <w:rFonts w:ascii="Tempus Sans ITC" w:hAnsi="Tempus Sans ITC"/>
              </w:rPr>
              <w:t>Iron</w:t>
            </w:r>
          </w:p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</w:p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</w:p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</w:tr>
      <w:tr w:rsidR="00837C43" w:rsidTr="00A904D7">
        <w:tc>
          <w:tcPr>
            <w:tcW w:w="1596" w:type="dxa"/>
          </w:tcPr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  <w:r>
              <w:rPr>
                <w:rFonts w:ascii="Tempus Sans ITC" w:hAnsi="Tempus Sans ITC"/>
              </w:rPr>
              <w:t>Zinc</w:t>
            </w:r>
          </w:p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</w:p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</w:p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</w:tr>
      <w:tr w:rsidR="00837C43" w:rsidTr="00A904D7">
        <w:tc>
          <w:tcPr>
            <w:tcW w:w="1596" w:type="dxa"/>
          </w:tcPr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  <w:r>
              <w:rPr>
                <w:rFonts w:ascii="Tempus Sans ITC" w:hAnsi="Tempus Sans ITC"/>
              </w:rPr>
              <w:t>Silicon</w:t>
            </w:r>
          </w:p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</w:p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</w:p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</w:tr>
      <w:tr w:rsidR="00837C43" w:rsidTr="00A904D7">
        <w:tc>
          <w:tcPr>
            <w:tcW w:w="1596" w:type="dxa"/>
          </w:tcPr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  <w:r>
              <w:rPr>
                <w:rFonts w:ascii="Tempus Sans ITC" w:hAnsi="Tempus Sans ITC"/>
              </w:rPr>
              <w:t>Tin</w:t>
            </w:r>
          </w:p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</w:p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</w:p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</w:tr>
      <w:tr w:rsidR="00837C43" w:rsidTr="00A904D7">
        <w:tc>
          <w:tcPr>
            <w:tcW w:w="1596" w:type="dxa"/>
          </w:tcPr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  <w:r>
              <w:rPr>
                <w:rFonts w:ascii="Tempus Sans ITC" w:hAnsi="Tempus Sans ITC"/>
              </w:rPr>
              <w:t>Copper</w:t>
            </w:r>
          </w:p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</w:p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</w:p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</w:tr>
      <w:tr w:rsidR="00837C43" w:rsidTr="00A904D7">
        <w:tc>
          <w:tcPr>
            <w:tcW w:w="1596" w:type="dxa"/>
          </w:tcPr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  <w:r>
              <w:rPr>
                <w:rFonts w:ascii="Tempus Sans ITC" w:hAnsi="Tempus Sans ITC"/>
              </w:rPr>
              <w:t>Sulfur</w:t>
            </w:r>
          </w:p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</w:p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</w:p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</w:tr>
      <w:tr w:rsidR="00837C43" w:rsidTr="00A904D7">
        <w:tc>
          <w:tcPr>
            <w:tcW w:w="1596" w:type="dxa"/>
          </w:tcPr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  <w:r>
              <w:rPr>
                <w:rFonts w:ascii="Tempus Sans ITC" w:hAnsi="Tempus Sans ITC"/>
              </w:rPr>
              <w:t>Calcium</w:t>
            </w:r>
          </w:p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</w:p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</w:p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</w:tr>
    </w:tbl>
    <w:p w:rsidR="00837C43" w:rsidRDefault="00837C43" w:rsidP="002F5411"/>
    <w:p w:rsidR="00837C43" w:rsidRDefault="00837C43" w:rsidP="002F5411"/>
    <w:p w:rsidR="00837C43" w:rsidRDefault="00837C43" w:rsidP="002F5411"/>
    <w:p w:rsidR="00837C43" w:rsidRDefault="00837C43" w:rsidP="002F5411">
      <w:pPr>
        <w:pStyle w:val="Heading1"/>
        <w:rPr>
          <w:rFonts w:ascii="Souvenir Lt BT" w:hAnsi="Souvenir Lt BT"/>
          <w:sz w:val="28"/>
          <w:szCs w:val="28"/>
        </w:rPr>
      </w:pPr>
    </w:p>
    <w:p w:rsidR="00837C43" w:rsidRPr="002F5411" w:rsidRDefault="00837C43" w:rsidP="002F5411">
      <w:pPr>
        <w:pStyle w:val="Heading1"/>
        <w:rPr>
          <w:rFonts w:ascii="Souvenir Lt BT" w:hAnsi="Souvenir Lt BT"/>
          <w:sz w:val="28"/>
          <w:szCs w:val="28"/>
        </w:rPr>
      </w:pPr>
      <w:r w:rsidRPr="002F5411">
        <w:rPr>
          <w:rFonts w:ascii="Souvenir Lt BT" w:hAnsi="Souvenir Lt BT"/>
          <w:sz w:val="28"/>
          <w:szCs w:val="28"/>
        </w:rPr>
        <w:t>Classifying Elements</w:t>
      </w:r>
      <w:r>
        <w:rPr>
          <w:rFonts w:ascii="Souvenir Lt BT" w:hAnsi="Souvenir Lt BT"/>
          <w:sz w:val="28"/>
          <w:szCs w:val="28"/>
        </w:rPr>
        <w:t xml:space="preserve"> continued</w:t>
      </w:r>
    </w:p>
    <w:p w:rsidR="00837C43" w:rsidRDefault="00837C43" w:rsidP="002F541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96"/>
        <w:gridCol w:w="1596"/>
        <w:gridCol w:w="1596"/>
        <w:gridCol w:w="1596"/>
        <w:gridCol w:w="1596"/>
        <w:gridCol w:w="1596"/>
      </w:tblGrid>
      <w:tr w:rsidR="00837C43" w:rsidTr="00A904D7">
        <w:tc>
          <w:tcPr>
            <w:tcW w:w="1596" w:type="dxa"/>
          </w:tcPr>
          <w:p w:rsidR="00837C43" w:rsidRPr="00925E61" w:rsidRDefault="00837C43" w:rsidP="00A904D7">
            <w:pPr>
              <w:pStyle w:val="Heading2"/>
              <w:rPr>
                <w:rFonts w:ascii="Tempus Sans ITC" w:hAnsi="Tempus Sans ITC"/>
              </w:rPr>
            </w:pPr>
            <w:r w:rsidRPr="00925E61">
              <w:rPr>
                <w:rFonts w:ascii="Tempus Sans ITC" w:hAnsi="Tempus Sans ITC"/>
              </w:rPr>
              <w:t>Element</w:t>
            </w:r>
          </w:p>
        </w:tc>
        <w:tc>
          <w:tcPr>
            <w:tcW w:w="1596" w:type="dxa"/>
          </w:tcPr>
          <w:p w:rsidR="00837C43" w:rsidRDefault="00837C43" w:rsidP="00A904D7">
            <w:pPr>
              <w:jc w:val="center"/>
              <w:rPr>
                <w:rFonts w:ascii="Tempus Sans ITC" w:hAnsi="Tempus Sans ITC"/>
                <w:b/>
                <w:bCs/>
              </w:rPr>
            </w:pPr>
            <w:r>
              <w:rPr>
                <w:rFonts w:ascii="Tempus Sans ITC" w:hAnsi="Tempus Sans ITC"/>
                <w:b/>
                <w:bCs/>
              </w:rPr>
              <w:t>Colour</w:t>
            </w:r>
          </w:p>
        </w:tc>
        <w:tc>
          <w:tcPr>
            <w:tcW w:w="1596" w:type="dxa"/>
          </w:tcPr>
          <w:p w:rsidR="00837C43" w:rsidRDefault="00837C43" w:rsidP="00A904D7">
            <w:pPr>
              <w:jc w:val="center"/>
              <w:rPr>
                <w:rFonts w:ascii="Tempus Sans ITC" w:hAnsi="Tempus Sans ITC"/>
                <w:b/>
                <w:bCs/>
              </w:rPr>
            </w:pPr>
            <w:r>
              <w:rPr>
                <w:rFonts w:ascii="Tempus Sans ITC" w:hAnsi="Tempus Sans ITC"/>
                <w:b/>
                <w:bCs/>
              </w:rPr>
              <w:t>Lustre (Yes/No)</w:t>
            </w:r>
          </w:p>
        </w:tc>
        <w:tc>
          <w:tcPr>
            <w:tcW w:w="1596" w:type="dxa"/>
          </w:tcPr>
          <w:p w:rsidR="00837C43" w:rsidRDefault="00837C43" w:rsidP="00A904D7">
            <w:pPr>
              <w:jc w:val="center"/>
              <w:rPr>
                <w:rFonts w:ascii="Tempus Sans ITC" w:hAnsi="Tempus Sans ITC"/>
                <w:b/>
                <w:bCs/>
              </w:rPr>
            </w:pPr>
            <w:r>
              <w:rPr>
                <w:rFonts w:ascii="Tempus Sans ITC" w:hAnsi="Tempus Sans ITC"/>
                <w:b/>
                <w:bCs/>
              </w:rPr>
              <w:t>Magnetic? (Yes/No)</w:t>
            </w:r>
          </w:p>
        </w:tc>
        <w:tc>
          <w:tcPr>
            <w:tcW w:w="1596" w:type="dxa"/>
          </w:tcPr>
          <w:p w:rsidR="00837C43" w:rsidRDefault="00837C43" w:rsidP="00A904D7">
            <w:pPr>
              <w:jc w:val="center"/>
              <w:rPr>
                <w:rFonts w:ascii="Tempus Sans ITC" w:hAnsi="Tempus Sans ITC"/>
                <w:b/>
                <w:bCs/>
              </w:rPr>
            </w:pPr>
            <w:r>
              <w:rPr>
                <w:rFonts w:ascii="Tempus Sans ITC" w:hAnsi="Tempus Sans ITC"/>
                <w:b/>
                <w:bCs/>
              </w:rPr>
              <w:t>Symbol</w:t>
            </w:r>
          </w:p>
        </w:tc>
        <w:tc>
          <w:tcPr>
            <w:tcW w:w="1596" w:type="dxa"/>
          </w:tcPr>
          <w:p w:rsidR="00837C43" w:rsidRDefault="00837C43" w:rsidP="00A904D7">
            <w:pPr>
              <w:jc w:val="center"/>
              <w:rPr>
                <w:rFonts w:ascii="Tempus Sans ITC" w:hAnsi="Tempus Sans ITC"/>
                <w:b/>
                <w:bCs/>
              </w:rPr>
            </w:pPr>
            <w:r>
              <w:rPr>
                <w:rFonts w:ascii="Tempus Sans ITC" w:hAnsi="Tempus Sans ITC"/>
                <w:b/>
                <w:bCs/>
              </w:rPr>
              <w:t>Metal or Non-Metal?</w:t>
            </w:r>
          </w:p>
        </w:tc>
      </w:tr>
      <w:tr w:rsidR="00837C43" w:rsidTr="00A904D7">
        <w:tc>
          <w:tcPr>
            <w:tcW w:w="1596" w:type="dxa"/>
          </w:tcPr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  <w:r>
              <w:rPr>
                <w:rFonts w:ascii="Tempus Sans ITC" w:hAnsi="Tempus Sans ITC"/>
              </w:rPr>
              <w:t>Carbon (graphite)</w:t>
            </w:r>
          </w:p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</w:p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</w:tr>
      <w:tr w:rsidR="00837C43" w:rsidTr="00A904D7">
        <w:tc>
          <w:tcPr>
            <w:tcW w:w="1596" w:type="dxa"/>
          </w:tcPr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  <w:r>
              <w:rPr>
                <w:rFonts w:ascii="Tempus Sans ITC" w:hAnsi="Tempus Sans ITC"/>
              </w:rPr>
              <w:t>Cobalt</w:t>
            </w:r>
          </w:p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</w:p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</w:tr>
      <w:tr w:rsidR="00837C43" w:rsidTr="00A904D7">
        <w:tc>
          <w:tcPr>
            <w:tcW w:w="1596" w:type="dxa"/>
          </w:tcPr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  <w:r>
              <w:rPr>
                <w:rFonts w:ascii="Tempus Sans ITC" w:hAnsi="Tempus Sans ITC"/>
              </w:rPr>
              <w:t>Carbon (charcoal)</w:t>
            </w:r>
          </w:p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</w:p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</w:tr>
      <w:tr w:rsidR="00837C43" w:rsidTr="00A904D7">
        <w:tc>
          <w:tcPr>
            <w:tcW w:w="1596" w:type="dxa"/>
          </w:tcPr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  <w:r>
              <w:rPr>
                <w:rFonts w:ascii="Tempus Sans ITC" w:hAnsi="Tempus Sans ITC"/>
              </w:rPr>
              <w:t>Manganese</w:t>
            </w:r>
          </w:p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</w:p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</w:p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</w:tr>
      <w:tr w:rsidR="00837C43" w:rsidTr="00A904D7">
        <w:tc>
          <w:tcPr>
            <w:tcW w:w="1596" w:type="dxa"/>
          </w:tcPr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  <w:r>
              <w:rPr>
                <w:rFonts w:ascii="Tempus Sans ITC" w:hAnsi="Tempus Sans ITC"/>
              </w:rPr>
              <w:t>Antimony</w:t>
            </w:r>
          </w:p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</w:p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</w:p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</w:tr>
      <w:tr w:rsidR="00837C43" w:rsidTr="00A904D7">
        <w:tc>
          <w:tcPr>
            <w:tcW w:w="1596" w:type="dxa"/>
          </w:tcPr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  <w:r>
              <w:rPr>
                <w:rFonts w:ascii="Tempus Sans ITC" w:hAnsi="Tempus Sans ITC"/>
              </w:rPr>
              <w:t>Nickel</w:t>
            </w:r>
          </w:p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</w:p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</w:tr>
      <w:tr w:rsidR="00837C43" w:rsidTr="00A904D7">
        <w:tc>
          <w:tcPr>
            <w:tcW w:w="1596" w:type="dxa"/>
          </w:tcPr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  <w:r>
              <w:rPr>
                <w:rFonts w:ascii="Tempus Sans ITC" w:hAnsi="Tempus Sans ITC"/>
              </w:rPr>
              <w:t>Lithium</w:t>
            </w:r>
          </w:p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</w:p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</w:p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</w:tr>
      <w:tr w:rsidR="00837C43" w:rsidTr="00A904D7">
        <w:tc>
          <w:tcPr>
            <w:tcW w:w="1596" w:type="dxa"/>
          </w:tcPr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  <w:r>
              <w:rPr>
                <w:rFonts w:ascii="Tempus Sans ITC" w:hAnsi="Tempus Sans ITC"/>
              </w:rPr>
              <w:t>Cadmium</w:t>
            </w:r>
          </w:p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</w:p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</w:p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</w:tr>
      <w:tr w:rsidR="00837C43" w:rsidTr="00A904D7">
        <w:tc>
          <w:tcPr>
            <w:tcW w:w="1596" w:type="dxa"/>
          </w:tcPr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  <w:r>
              <w:rPr>
                <w:rFonts w:ascii="Tempus Sans ITC" w:hAnsi="Tempus Sans ITC"/>
              </w:rPr>
              <w:t>Germanium</w:t>
            </w:r>
          </w:p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</w:p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</w:tr>
      <w:tr w:rsidR="00837C43" w:rsidTr="00A904D7">
        <w:tc>
          <w:tcPr>
            <w:tcW w:w="1596" w:type="dxa"/>
          </w:tcPr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  <w:r>
              <w:rPr>
                <w:rFonts w:ascii="Tempus Sans ITC" w:hAnsi="Tempus Sans ITC"/>
              </w:rPr>
              <w:t>Chromium</w:t>
            </w:r>
          </w:p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</w:p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</w:p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</w:tr>
      <w:tr w:rsidR="00837C43" w:rsidTr="00A904D7">
        <w:tc>
          <w:tcPr>
            <w:tcW w:w="1596" w:type="dxa"/>
          </w:tcPr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  <w:r>
              <w:rPr>
                <w:rFonts w:ascii="Tempus Sans ITC" w:hAnsi="Tempus Sans ITC"/>
              </w:rPr>
              <w:t>Bismuth</w:t>
            </w:r>
          </w:p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</w:p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</w:p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</w:tr>
      <w:tr w:rsidR="00837C43" w:rsidTr="00A904D7">
        <w:tc>
          <w:tcPr>
            <w:tcW w:w="1596" w:type="dxa"/>
          </w:tcPr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  <w:r>
              <w:rPr>
                <w:rFonts w:ascii="Tempus Sans ITC" w:hAnsi="Tempus Sans ITC"/>
              </w:rPr>
              <w:t>Phosphorus</w:t>
            </w:r>
          </w:p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</w:p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</w:tr>
      <w:tr w:rsidR="00837C43" w:rsidTr="00A904D7">
        <w:tc>
          <w:tcPr>
            <w:tcW w:w="1596" w:type="dxa"/>
          </w:tcPr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  <w:r>
              <w:rPr>
                <w:rFonts w:ascii="Tempus Sans ITC" w:hAnsi="Tempus Sans ITC"/>
              </w:rPr>
              <w:t>Mercury</w:t>
            </w:r>
          </w:p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</w:p>
          <w:p w:rsidR="00837C43" w:rsidRDefault="00837C43" w:rsidP="00A904D7">
            <w:pPr>
              <w:jc w:val="center"/>
              <w:rPr>
                <w:rFonts w:ascii="Tempus Sans ITC" w:hAnsi="Tempus Sans ITC"/>
              </w:rPr>
            </w:pPr>
          </w:p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  <w:tc>
          <w:tcPr>
            <w:tcW w:w="1596" w:type="dxa"/>
          </w:tcPr>
          <w:p w:rsidR="00837C43" w:rsidRDefault="00837C43" w:rsidP="00A904D7"/>
        </w:tc>
      </w:tr>
    </w:tbl>
    <w:p w:rsidR="00837C43" w:rsidRDefault="00837C43" w:rsidP="002F5411"/>
    <w:p w:rsidR="00837C43" w:rsidRDefault="00837C43"/>
    <w:p w:rsidR="00837C43" w:rsidRDefault="00837C43">
      <w:pPr>
        <w:ind w:left="360" w:hanging="360"/>
      </w:pPr>
    </w:p>
    <w:p w:rsidR="00837C43" w:rsidRDefault="00837C43">
      <w:pPr>
        <w:ind w:left="360" w:hanging="360"/>
        <w:sectPr w:rsidR="00837C43" w:rsidSect="002F5411">
          <w:headerReference w:type="default" r:id="rId6"/>
          <w:pgSz w:w="12240" w:h="15840"/>
          <w:pgMar w:top="1134" w:right="1134" w:bottom="1134" w:left="1134" w:header="720" w:footer="720" w:gutter="0"/>
          <w:cols w:space="720"/>
          <w:docGrid w:linePitch="360"/>
        </w:sectPr>
      </w:pPr>
    </w:p>
    <w:p w:rsidR="00837C43" w:rsidRDefault="00837C43" w:rsidP="00BC770B">
      <w:pPr>
        <w:tabs>
          <w:tab w:val="center" w:pos="6120"/>
        </w:tabs>
        <w:jc w:val="center"/>
        <w:rPr>
          <w:b/>
          <w:bCs/>
          <w:sz w:val="28"/>
        </w:rPr>
      </w:pPr>
    </w:p>
    <w:p w:rsidR="00837C43" w:rsidRDefault="00837C43" w:rsidP="00BC770B">
      <w:pPr>
        <w:tabs>
          <w:tab w:val="center" w:pos="612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ACTIVITY 2 - USING PHYSICAL AND CHEMICAL PROPERTIES TO IDENTIFY MATTER</w:t>
      </w:r>
    </w:p>
    <w:p w:rsidR="00837C43" w:rsidRDefault="00837C43" w:rsidP="00BC770B"/>
    <w:p w:rsidR="00837C43" w:rsidRDefault="00837C43" w:rsidP="00BC770B">
      <w:r>
        <w:t xml:space="preserve">Complete this chart for any 8 of the 15 substances around the room.  Be sure to put your answers by the correct item number. </w:t>
      </w:r>
    </w:p>
    <w:p w:rsidR="00837C43" w:rsidRDefault="00837C43" w:rsidP="00BC770B">
      <w:r>
        <w:t xml:space="preserve">Describe the properties of each substance by filling in the chart.  </w:t>
      </w:r>
    </w:p>
    <w:p w:rsidR="00837C43" w:rsidRDefault="00837C43" w:rsidP="00BC770B">
      <w:r>
        <w:t xml:space="preserve">If a property does </w:t>
      </w:r>
      <w:r w:rsidRPr="00991CF0">
        <w:rPr>
          <w:b/>
        </w:rPr>
        <w:t>not</w:t>
      </w:r>
      <w:r>
        <w:t xml:space="preserve"> apply put an X.  If you cannot test a property make a </w:t>
      </w:r>
      <w:r w:rsidRPr="00991CF0">
        <w:rPr>
          <w:b/>
        </w:rPr>
        <w:t>prediction</w:t>
      </w:r>
      <w:r>
        <w:t>, e.g. Rock - Insoluble.</w:t>
      </w:r>
    </w:p>
    <w:p w:rsidR="00837C43" w:rsidRDefault="00837C43" w:rsidP="00BC770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1631"/>
        <w:gridCol w:w="1620"/>
        <w:gridCol w:w="1710"/>
        <w:gridCol w:w="1276"/>
        <w:gridCol w:w="1843"/>
        <w:gridCol w:w="1559"/>
        <w:gridCol w:w="1892"/>
        <w:gridCol w:w="2160"/>
      </w:tblGrid>
      <w:tr w:rsidR="00837C43" w:rsidTr="007C5BDC">
        <w:tc>
          <w:tcPr>
            <w:tcW w:w="817" w:type="dxa"/>
          </w:tcPr>
          <w:p w:rsidR="00837C43" w:rsidRDefault="00837C43" w:rsidP="003C37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Item #</w:t>
            </w:r>
          </w:p>
        </w:tc>
        <w:tc>
          <w:tcPr>
            <w:tcW w:w="1631" w:type="dxa"/>
          </w:tcPr>
          <w:p w:rsidR="00837C43" w:rsidRDefault="00837C43" w:rsidP="007C5BD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STATE</w:t>
            </w:r>
          </w:p>
          <w:p w:rsidR="00837C43" w:rsidRDefault="00837C43" w:rsidP="007C5BD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liquid, solid or gas?</w:t>
            </w:r>
          </w:p>
        </w:tc>
        <w:tc>
          <w:tcPr>
            <w:tcW w:w="1620" w:type="dxa"/>
          </w:tcPr>
          <w:p w:rsidR="00837C43" w:rsidRDefault="00837C43" w:rsidP="003C373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VISCOSITY?</w:t>
            </w:r>
          </w:p>
          <w:p w:rsidR="00837C43" w:rsidRDefault="00837C43" w:rsidP="003C373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(high, med, low)</w:t>
            </w:r>
          </w:p>
        </w:tc>
        <w:tc>
          <w:tcPr>
            <w:tcW w:w="1710" w:type="dxa"/>
          </w:tcPr>
          <w:p w:rsidR="00837C43" w:rsidRDefault="00837C43" w:rsidP="003C373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MALLEABLE?</w:t>
            </w:r>
          </w:p>
          <w:p w:rsidR="00837C43" w:rsidRDefault="00837C43" w:rsidP="003C373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yes or no?</w:t>
            </w:r>
          </w:p>
        </w:tc>
        <w:tc>
          <w:tcPr>
            <w:tcW w:w="1276" w:type="dxa"/>
          </w:tcPr>
          <w:p w:rsidR="00837C43" w:rsidRDefault="00837C43" w:rsidP="003C373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DUCTILE?</w:t>
            </w:r>
          </w:p>
          <w:p w:rsidR="00837C43" w:rsidRDefault="00837C43" w:rsidP="003C373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yes or no?</w:t>
            </w:r>
          </w:p>
        </w:tc>
        <w:tc>
          <w:tcPr>
            <w:tcW w:w="1843" w:type="dxa"/>
          </w:tcPr>
          <w:p w:rsidR="00837C43" w:rsidRDefault="00837C43" w:rsidP="003C373E">
            <w:pPr>
              <w:pStyle w:val="Heading1"/>
            </w:pPr>
            <w:r>
              <w:t>CRYSTALLINE?</w:t>
            </w:r>
          </w:p>
          <w:p w:rsidR="00837C43" w:rsidRPr="007C5BDC" w:rsidRDefault="00837C43" w:rsidP="003C373E">
            <w:pPr>
              <w:jc w:val="center"/>
              <w:rPr>
                <w:b/>
                <w:sz w:val="20"/>
                <w:szCs w:val="20"/>
              </w:rPr>
            </w:pPr>
            <w:r w:rsidRPr="007C5BDC">
              <w:rPr>
                <w:b/>
                <w:sz w:val="20"/>
                <w:szCs w:val="20"/>
              </w:rPr>
              <w:t>yes or no</w:t>
            </w:r>
            <w:r>
              <w:rPr>
                <w:b/>
                <w:sz w:val="20"/>
                <w:szCs w:val="20"/>
              </w:rPr>
              <w:t>?</w:t>
            </w:r>
          </w:p>
        </w:tc>
        <w:tc>
          <w:tcPr>
            <w:tcW w:w="1559" w:type="dxa"/>
          </w:tcPr>
          <w:p w:rsidR="00837C43" w:rsidRDefault="00837C43" w:rsidP="003C373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SOLUBLE IN WATER?</w:t>
            </w:r>
          </w:p>
          <w:p w:rsidR="00837C43" w:rsidRDefault="00837C43" w:rsidP="003C373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yes or no?</w:t>
            </w:r>
          </w:p>
        </w:tc>
        <w:tc>
          <w:tcPr>
            <w:tcW w:w="1892" w:type="dxa"/>
          </w:tcPr>
          <w:p w:rsidR="00837C43" w:rsidRDefault="00837C43" w:rsidP="007C5BD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COMBUSTIBLE?</w:t>
            </w:r>
          </w:p>
          <w:p w:rsidR="00837C43" w:rsidRDefault="00837C43" w:rsidP="007C5BD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yes or no?</w:t>
            </w:r>
          </w:p>
        </w:tc>
        <w:tc>
          <w:tcPr>
            <w:tcW w:w="2160" w:type="dxa"/>
          </w:tcPr>
          <w:p w:rsidR="00837C43" w:rsidRDefault="00837C43" w:rsidP="007C5BD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SUBSTANCE</w:t>
            </w:r>
          </w:p>
        </w:tc>
      </w:tr>
      <w:tr w:rsidR="00837C43" w:rsidTr="007C5BDC">
        <w:tc>
          <w:tcPr>
            <w:tcW w:w="817" w:type="dxa"/>
          </w:tcPr>
          <w:p w:rsidR="00837C43" w:rsidRDefault="00837C43" w:rsidP="003C373E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31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620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710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276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843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559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892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2160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</w:tr>
      <w:tr w:rsidR="00837C43" w:rsidTr="007C5BDC">
        <w:tc>
          <w:tcPr>
            <w:tcW w:w="817" w:type="dxa"/>
          </w:tcPr>
          <w:p w:rsidR="00837C43" w:rsidRDefault="00837C43" w:rsidP="003C373E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31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620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710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276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843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559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892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2160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</w:tr>
      <w:tr w:rsidR="00837C43" w:rsidTr="007C5BDC">
        <w:tc>
          <w:tcPr>
            <w:tcW w:w="817" w:type="dxa"/>
          </w:tcPr>
          <w:p w:rsidR="00837C43" w:rsidRDefault="00837C43" w:rsidP="003C373E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31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620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710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276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843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559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892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2160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</w:tr>
      <w:tr w:rsidR="00837C43" w:rsidTr="007C5BDC">
        <w:tc>
          <w:tcPr>
            <w:tcW w:w="817" w:type="dxa"/>
          </w:tcPr>
          <w:p w:rsidR="00837C43" w:rsidRDefault="00837C43" w:rsidP="003C373E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31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620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710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276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843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559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892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2160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</w:tr>
      <w:tr w:rsidR="00837C43" w:rsidTr="007C5BDC">
        <w:tc>
          <w:tcPr>
            <w:tcW w:w="817" w:type="dxa"/>
          </w:tcPr>
          <w:p w:rsidR="00837C43" w:rsidRDefault="00837C43" w:rsidP="003C373E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31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620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710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276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843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559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892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2160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</w:tr>
      <w:tr w:rsidR="00837C43" w:rsidTr="007C5BDC">
        <w:tc>
          <w:tcPr>
            <w:tcW w:w="817" w:type="dxa"/>
          </w:tcPr>
          <w:p w:rsidR="00837C43" w:rsidRDefault="00837C43" w:rsidP="003C373E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31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620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710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276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843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559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892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2160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</w:tr>
      <w:tr w:rsidR="00837C43" w:rsidTr="007C5BDC">
        <w:tc>
          <w:tcPr>
            <w:tcW w:w="817" w:type="dxa"/>
          </w:tcPr>
          <w:p w:rsidR="00837C43" w:rsidRDefault="00837C43" w:rsidP="003C373E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31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620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710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276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843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559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892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2160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</w:tr>
      <w:tr w:rsidR="00837C43" w:rsidTr="007C5BDC">
        <w:tc>
          <w:tcPr>
            <w:tcW w:w="817" w:type="dxa"/>
          </w:tcPr>
          <w:p w:rsidR="00837C43" w:rsidRDefault="00837C43" w:rsidP="003C373E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31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620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710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276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843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559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1892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  <w:tc>
          <w:tcPr>
            <w:tcW w:w="2160" w:type="dxa"/>
          </w:tcPr>
          <w:p w:rsidR="00837C43" w:rsidRDefault="00837C43" w:rsidP="003C373E">
            <w:pPr>
              <w:spacing w:line="480" w:lineRule="auto"/>
              <w:rPr>
                <w:sz w:val="20"/>
              </w:rPr>
            </w:pPr>
          </w:p>
        </w:tc>
      </w:tr>
    </w:tbl>
    <w:p w:rsidR="00837C43" w:rsidRDefault="00837C43"/>
    <w:p w:rsidR="00837C43" w:rsidRDefault="00837C43"/>
    <w:p w:rsidR="00837C43" w:rsidRDefault="00837C43"/>
    <w:tbl>
      <w:tblPr>
        <w:tblpPr w:leftFromText="180" w:rightFromText="180" w:vertAnchor="page" w:horzAnchor="margin" w:tblpY="17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1631"/>
        <w:gridCol w:w="1620"/>
        <w:gridCol w:w="1710"/>
        <w:gridCol w:w="1276"/>
        <w:gridCol w:w="1843"/>
        <w:gridCol w:w="1559"/>
        <w:gridCol w:w="1892"/>
        <w:gridCol w:w="2160"/>
      </w:tblGrid>
      <w:tr w:rsidR="00837C43" w:rsidTr="002F5411">
        <w:tc>
          <w:tcPr>
            <w:tcW w:w="817" w:type="dxa"/>
          </w:tcPr>
          <w:p w:rsidR="00837C43" w:rsidRDefault="00837C43" w:rsidP="002F54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Item #</w:t>
            </w:r>
          </w:p>
        </w:tc>
        <w:tc>
          <w:tcPr>
            <w:tcW w:w="1631" w:type="dxa"/>
          </w:tcPr>
          <w:p w:rsidR="00837C43" w:rsidRDefault="00837C43" w:rsidP="002F541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STATE</w:t>
            </w:r>
          </w:p>
          <w:p w:rsidR="00837C43" w:rsidRDefault="00837C43" w:rsidP="002F541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liquid, solid or gas?</w:t>
            </w:r>
          </w:p>
        </w:tc>
        <w:tc>
          <w:tcPr>
            <w:tcW w:w="1620" w:type="dxa"/>
          </w:tcPr>
          <w:p w:rsidR="00837C43" w:rsidRDefault="00837C43" w:rsidP="002F541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VISCOSITY?</w:t>
            </w:r>
          </w:p>
          <w:p w:rsidR="00837C43" w:rsidRDefault="00837C43" w:rsidP="002F541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(high, med, low)</w:t>
            </w:r>
          </w:p>
        </w:tc>
        <w:tc>
          <w:tcPr>
            <w:tcW w:w="1710" w:type="dxa"/>
          </w:tcPr>
          <w:p w:rsidR="00837C43" w:rsidRDefault="00837C43" w:rsidP="002F541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MALLEABLE?</w:t>
            </w:r>
          </w:p>
          <w:p w:rsidR="00837C43" w:rsidRDefault="00837C43" w:rsidP="002F541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yes or no?</w:t>
            </w:r>
          </w:p>
        </w:tc>
        <w:tc>
          <w:tcPr>
            <w:tcW w:w="1276" w:type="dxa"/>
          </w:tcPr>
          <w:p w:rsidR="00837C43" w:rsidRDefault="00837C43" w:rsidP="002F541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DUCTILE?</w:t>
            </w:r>
          </w:p>
          <w:p w:rsidR="00837C43" w:rsidRDefault="00837C43" w:rsidP="002F541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yes or no?</w:t>
            </w:r>
          </w:p>
        </w:tc>
        <w:tc>
          <w:tcPr>
            <w:tcW w:w="1843" w:type="dxa"/>
          </w:tcPr>
          <w:p w:rsidR="00837C43" w:rsidRDefault="00837C43" w:rsidP="002F5411">
            <w:pPr>
              <w:pStyle w:val="Heading1"/>
            </w:pPr>
            <w:r>
              <w:t>CRYSTALLINE?</w:t>
            </w:r>
          </w:p>
          <w:p w:rsidR="00837C43" w:rsidRPr="007C5BDC" w:rsidRDefault="00837C43" w:rsidP="002F5411">
            <w:pPr>
              <w:jc w:val="center"/>
              <w:rPr>
                <w:b/>
                <w:sz w:val="20"/>
                <w:szCs w:val="20"/>
              </w:rPr>
            </w:pPr>
            <w:r w:rsidRPr="007C5BDC">
              <w:rPr>
                <w:b/>
                <w:sz w:val="20"/>
                <w:szCs w:val="20"/>
              </w:rPr>
              <w:t>yes or no</w:t>
            </w:r>
            <w:r>
              <w:rPr>
                <w:b/>
                <w:sz w:val="20"/>
                <w:szCs w:val="20"/>
              </w:rPr>
              <w:t>?</w:t>
            </w:r>
          </w:p>
        </w:tc>
        <w:tc>
          <w:tcPr>
            <w:tcW w:w="1559" w:type="dxa"/>
          </w:tcPr>
          <w:p w:rsidR="00837C43" w:rsidRDefault="00837C43" w:rsidP="002F541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SOLUBLE IN WATER?</w:t>
            </w:r>
          </w:p>
          <w:p w:rsidR="00837C43" w:rsidRDefault="00837C43" w:rsidP="002F541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yes or no?</w:t>
            </w:r>
          </w:p>
        </w:tc>
        <w:tc>
          <w:tcPr>
            <w:tcW w:w="1892" w:type="dxa"/>
          </w:tcPr>
          <w:p w:rsidR="00837C43" w:rsidRDefault="00837C43" w:rsidP="002F541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COMBUSTIBLE?</w:t>
            </w:r>
          </w:p>
          <w:p w:rsidR="00837C43" w:rsidRDefault="00837C43" w:rsidP="002F541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yes or no?</w:t>
            </w:r>
          </w:p>
        </w:tc>
        <w:tc>
          <w:tcPr>
            <w:tcW w:w="2160" w:type="dxa"/>
          </w:tcPr>
          <w:p w:rsidR="00837C43" w:rsidRDefault="00837C43" w:rsidP="002F541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SUBSTANCE</w:t>
            </w:r>
          </w:p>
        </w:tc>
      </w:tr>
      <w:tr w:rsidR="00837C43" w:rsidTr="002F5411">
        <w:tc>
          <w:tcPr>
            <w:tcW w:w="817" w:type="dxa"/>
          </w:tcPr>
          <w:p w:rsidR="00837C43" w:rsidRDefault="00837C43" w:rsidP="002F5411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631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620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710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276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843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559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892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2160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</w:tr>
      <w:tr w:rsidR="00837C43" w:rsidTr="002F5411">
        <w:tc>
          <w:tcPr>
            <w:tcW w:w="817" w:type="dxa"/>
          </w:tcPr>
          <w:p w:rsidR="00837C43" w:rsidRDefault="00837C43" w:rsidP="002F5411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31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620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710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276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843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559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892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2160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</w:tr>
      <w:tr w:rsidR="00837C43" w:rsidTr="002F5411">
        <w:tc>
          <w:tcPr>
            <w:tcW w:w="817" w:type="dxa"/>
          </w:tcPr>
          <w:p w:rsidR="00837C43" w:rsidRDefault="00837C43" w:rsidP="002F5411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631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620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710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276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843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559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892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2160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</w:tr>
      <w:tr w:rsidR="00837C43" w:rsidTr="002F5411">
        <w:tc>
          <w:tcPr>
            <w:tcW w:w="817" w:type="dxa"/>
          </w:tcPr>
          <w:p w:rsidR="00837C43" w:rsidRDefault="00837C43" w:rsidP="002F5411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631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620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710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276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843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559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892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2160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</w:tr>
      <w:tr w:rsidR="00837C43" w:rsidTr="002F5411">
        <w:tc>
          <w:tcPr>
            <w:tcW w:w="817" w:type="dxa"/>
          </w:tcPr>
          <w:p w:rsidR="00837C43" w:rsidRDefault="00837C43" w:rsidP="002F5411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631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620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710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276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843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559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892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2160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</w:tr>
      <w:tr w:rsidR="00837C43" w:rsidTr="002F5411">
        <w:tc>
          <w:tcPr>
            <w:tcW w:w="817" w:type="dxa"/>
          </w:tcPr>
          <w:p w:rsidR="00837C43" w:rsidRDefault="00837C43" w:rsidP="002F5411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631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620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710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276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843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559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892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2160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</w:tr>
      <w:tr w:rsidR="00837C43" w:rsidTr="002F5411">
        <w:tc>
          <w:tcPr>
            <w:tcW w:w="817" w:type="dxa"/>
          </w:tcPr>
          <w:p w:rsidR="00837C43" w:rsidRDefault="00837C43" w:rsidP="002F5411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631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620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710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276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843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559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892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2160" w:type="dxa"/>
          </w:tcPr>
          <w:p w:rsidR="00837C43" w:rsidRDefault="00837C43" w:rsidP="002F5411">
            <w:pPr>
              <w:spacing w:line="480" w:lineRule="auto"/>
              <w:rPr>
                <w:sz w:val="20"/>
              </w:rPr>
            </w:pPr>
          </w:p>
        </w:tc>
      </w:tr>
    </w:tbl>
    <w:p w:rsidR="00837C43" w:rsidRDefault="00837C43" w:rsidP="00BC770B">
      <w:pPr>
        <w:rPr>
          <w:b/>
          <w:bCs/>
        </w:rPr>
      </w:pPr>
    </w:p>
    <w:p w:rsidR="00837C43" w:rsidRDefault="00837C43" w:rsidP="007C5BDC">
      <w:r>
        <w:t xml:space="preserve"> </w:t>
      </w:r>
    </w:p>
    <w:sectPr w:rsidR="00837C43" w:rsidSect="00BC770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7C43" w:rsidRDefault="00837C43" w:rsidP="007C5BDC">
      <w:r>
        <w:separator/>
      </w:r>
    </w:p>
  </w:endnote>
  <w:endnote w:type="continuationSeparator" w:id="1">
    <w:p w:rsidR="00837C43" w:rsidRDefault="00837C43" w:rsidP="007C5B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ouvenir Lt BT">
    <w:altName w:val="Georg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7C43" w:rsidRDefault="00837C43" w:rsidP="007C5BDC">
      <w:r>
        <w:separator/>
      </w:r>
    </w:p>
  </w:footnote>
  <w:footnote w:type="continuationSeparator" w:id="1">
    <w:p w:rsidR="00837C43" w:rsidRDefault="00837C43" w:rsidP="007C5B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C43" w:rsidRPr="007C5BDC" w:rsidRDefault="00837C43">
    <w:pPr>
      <w:pStyle w:val="Header"/>
      <w:rPr>
        <w:lang w:val="en-CA"/>
      </w:rPr>
    </w:pPr>
    <w:r>
      <w:rPr>
        <w:lang w:val="en-CA"/>
      </w:rPr>
      <w:t>RHSA – SNC1D:  Chemistry</w:t>
    </w:r>
    <w:r>
      <w:rPr>
        <w:lang w:val="en-CA"/>
      </w:rPr>
      <w:tab/>
    </w:r>
    <w:r>
      <w:rPr>
        <w:lang w:val="en-CA"/>
      </w:rPr>
      <w:tab/>
    </w:r>
    <w:r>
      <w:t>Name: 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20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770B"/>
    <w:rsid w:val="00261513"/>
    <w:rsid w:val="002B1496"/>
    <w:rsid w:val="002F5411"/>
    <w:rsid w:val="00343D6B"/>
    <w:rsid w:val="003C373E"/>
    <w:rsid w:val="006F051E"/>
    <w:rsid w:val="006F6CAD"/>
    <w:rsid w:val="007C5BDC"/>
    <w:rsid w:val="0080177F"/>
    <w:rsid w:val="00824174"/>
    <w:rsid w:val="00837C43"/>
    <w:rsid w:val="008E5CC5"/>
    <w:rsid w:val="00925E61"/>
    <w:rsid w:val="009356CA"/>
    <w:rsid w:val="00991CF0"/>
    <w:rsid w:val="00A904D7"/>
    <w:rsid w:val="00BC770B"/>
    <w:rsid w:val="00FD7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6C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C770B"/>
    <w:pPr>
      <w:keepNext/>
      <w:jc w:val="center"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F541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C770B"/>
    <w:rPr>
      <w:rFonts w:cs="Times New Roman"/>
      <w:b/>
      <w:bCs/>
      <w:sz w:val="24"/>
      <w:szCs w:val="24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F5411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rsid w:val="007C5B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C5BDC"/>
    <w:rPr>
      <w:rFonts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rsid w:val="007C5B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C5BDC"/>
    <w:rPr>
      <w:rFonts w:cs="Times New Roman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rsid w:val="002F5411"/>
    <w:rPr>
      <w:rFonts w:ascii="Souvenir Lt BT" w:hAnsi="Souvenir Lt BT"/>
      <w:sz w:val="22"/>
      <w:lang w:val="en-C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F5411"/>
    <w:rPr>
      <w:rFonts w:ascii="Souvenir Lt BT" w:hAnsi="Souvenir Lt BT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5</Pages>
  <Words>406</Words>
  <Characters>2319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Thursday Sept 14, 2000</dc:title>
  <dc:subject/>
  <dc:creator>Ellen Murray</dc:creator>
  <cp:keywords/>
  <dc:description/>
  <cp:lastModifiedBy>User</cp:lastModifiedBy>
  <cp:revision>3</cp:revision>
  <dcterms:created xsi:type="dcterms:W3CDTF">2013-03-18T22:26:00Z</dcterms:created>
  <dcterms:modified xsi:type="dcterms:W3CDTF">2013-03-18T22:28:00Z</dcterms:modified>
</cp:coreProperties>
</file>